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B33" w:rsidRDefault="006B2B33" w:rsidP="0045215E"/>
    <w:p w:rsidR="00D13CA1" w:rsidRDefault="00D13CA1" w:rsidP="0045215E"/>
    <w:p w:rsidR="00D13CA1" w:rsidRDefault="00D13CA1" w:rsidP="0045215E"/>
    <w:p w:rsidR="004060C0" w:rsidRPr="000F3BFD" w:rsidRDefault="004060C0" w:rsidP="0045215E">
      <w:pPr>
        <w:rPr>
          <w:rFonts w:cs="Arial"/>
          <w:sz w:val="24"/>
          <w:szCs w:val="24"/>
        </w:rPr>
      </w:pPr>
    </w:p>
    <w:p w:rsidR="00D6231D" w:rsidRPr="000F3BFD" w:rsidRDefault="00D6231D" w:rsidP="0045215E">
      <w:pPr>
        <w:rPr>
          <w:rFonts w:cs="Arial"/>
          <w:sz w:val="24"/>
          <w:szCs w:val="24"/>
        </w:rPr>
      </w:pPr>
    </w:p>
    <w:p w:rsidR="00D6231D" w:rsidRPr="000F3BFD" w:rsidRDefault="00D6231D" w:rsidP="0045215E">
      <w:pPr>
        <w:rPr>
          <w:rFonts w:cs="Arial"/>
          <w:sz w:val="24"/>
          <w:szCs w:val="24"/>
        </w:rPr>
      </w:pPr>
    </w:p>
    <w:p w:rsidR="00D6231D" w:rsidRPr="000F3BFD" w:rsidRDefault="00D6231D" w:rsidP="0045215E">
      <w:pPr>
        <w:rPr>
          <w:rFonts w:cs="Arial"/>
          <w:sz w:val="24"/>
          <w:szCs w:val="24"/>
        </w:rPr>
      </w:pPr>
    </w:p>
    <w:p w:rsidR="00D6231D" w:rsidRPr="000F3BFD" w:rsidRDefault="00D6231D" w:rsidP="0045215E">
      <w:pPr>
        <w:rPr>
          <w:rFonts w:cs="Arial"/>
          <w:sz w:val="24"/>
          <w:szCs w:val="24"/>
        </w:rPr>
      </w:pPr>
    </w:p>
    <w:p w:rsidR="00D6231D" w:rsidRPr="000F3BFD" w:rsidRDefault="00564C0D" w:rsidP="0045215E">
      <w:pPr>
        <w:rPr>
          <w:rFonts w:cs="Arial"/>
          <w:b/>
          <w:sz w:val="24"/>
          <w:szCs w:val="24"/>
        </w:rPr>
      </w:pPr>
      <w:r w:rsidRPr="000F3BFD">
        <w:rPr>
          <w:rFonts w:cs="Arial"/>
          <w:b/>
          <w:sz w:val="24"/>
          <w:szCs w:val="24"/>
        </w:rPr>
        <w:t>OPIS:</w:t>
      </w:r>
      <w:r w:rsidR="00FA0C28">
        <w:rPr>
          <w:rFonts w:cs="Arial"/>
          <w:b/>
          <w:sz w:val="24"/>
          <w:szCs w:val="24"/>
        </w:rPr>
        <w:t xml:space="preserve"> </w:t>
      </w:r>
      <w:r w:rsidR="005A6E09">
        <w:rPr>
          <w:rFonts w:cs="Arial"/>
          <w:b/>
          <w:sz w:val="24"/>
          <w:szCs w:val="24"/>
        </w:rPr>
        <w:t>Studiu Skid-uri CONPET</w:t>
      </w:r>
    </w:p>
    <w:p w:rsidR="00564C0D" w:rsidRPr="000F3BFD" w:rsidRDefault="00564C0D" w:rsidP="0045215E">
      <w:pPr>
        <w:rPr>
          <w:rFonts w:cs="Arial"/>
          <w:sz w:val="24"/>
          <w:szCs w:val="24"/>
        </w:rPr>
      </w:pPr>
    </w:p>
    <w:p w:rsidR="00564C0D" w:rsidRPr="000F3BFD" w:rsidRDefault="00564C0D" w:rsidP="0045215E">
      <w:pPr>
        <w:rPr>
          <w:rFonts w:cs="Arial"/>
          <w:sz w:val="24"/>
          <w:szCs w:val="24"/>
        </w:rPr>
      </w:pPr>
    </w:p>
    <w:p w:rsidR="00564C0D" w:rsidRPr="000F3BFD" w:rsidRDefault="00564C0D" w:rsidP="0045215E">
      <w:pPr>
        <w:rPr>
          <w:rFonts w:cs="Arial"/>
          <w:sz w:val="24"/>
          <w:szCs w:val="24"/>
        </w:rPr>
      </w:pPr>
    </w:p>
    <w:p w:rsidR="00564C0D" w:rsidRPr="000F3BFD" w:rsidRDefault="00564C0D" w:rsidP="0045215E">
      <w:pPr>
        <w:rPr>
          <w:rFonts w:cs="Arial"/>
          <w:sz w:val="24"/>
          <w:szCs w:val="24"/>
        </w:rPr>
      </w:pPr>
    </w:p>
    <w:p w:rsidR="00564C0D" w:rsidRPr="000F3BFD" w:rsidRDefault="00564C0D" w:rsidP="0045215E">
      <w:pPr>
        <w:rPr>
          <w:rFonts w:cs="Arial"/>
          <w:sz w:val="24"/>
          <w:szCs w:val="24"/>
        </w:rPr>
      </w:pPr>
    </w:p>
    <w:p w:rsidR="00D6231D" w:rsidRPr="000F3BFD" w:rsidRDefault="00D6231D" w:rsidP="0045215E">
      <w:pPr>
        <w:rPr>
          <w:rFonts w:cs="Arial"/>
          <w:sz w:val="24"/>
          <w:szCs w:val="24"/>
        </w:rPr>
      </w:pPr>
    </w:p>
    <w:p w:rsidR="00D6231D" w:rsidRPr="000F3BFD" w:rsidRDefault="00D6231D" w:rsidP="0045215E">
      <w:pPr>
        <w:rPr>
          <w:rFonts w:cs="Arial"/>
          <w:sz w:val="24"/>
          <w:szCs w:val="24"/>
        </w:rPr>
      </w:pPr>
    </w:p>
    <w:p w:rsidR="00D6231D" w:rsidRPr="000F3BFD" w:rsidRDefault="00D6231D" w:rsidP="0045215E">
      <w:pPr>
        <w:rPr>
          <w:rFonts w:cs="Arial"/>
          <w:sz w:val="24"/>
          <w:szCs w:val="24"/>
        </w:rPr>
      </w:pPr>
    </w:p>
    <w:p w:rsidR="00D6231D" w:rsidRPr="000F3BFD" w:rsidRDefault="00D6231D" w:rsidP="0045215E">
      <w:pPr>
        <w:rPr>
          <w:rFonts w:cs="Arial"/>
          <w:sz w:val="24"/>
          <w:szCs w:val="24"/>
        </w:rPr>
      </w:pPr>
    </w:p>
    <w:p w:rsidR="006E0288" w:rsidRPr="000F3BFD" w:rsidRDefault="006E0288" w:rsidP="00D6231D">
      <w:pPr>
        <w:rPr>
          <w:rFonts w:cs="Arial"/>
          <w:sz w:val="24"/>
          <w:szCs w:val="24"/>
        </w:rPr>
      </w:pPr>
    </w:p>
    <w:p w:rsidR="006E0288" w:rsidRPr="000F3BFD" w:rsidRDefault="006E0288" w:rsidP="006E0288">
      <w:pPr>
        <w:rPr>
          <w:rFonts w:cs="Arial"/>
          <w:sz w:val="24"/>
          <w:szCs w:val="24"/>
        </w:rPr>
      </w:pPr>
    </w:p>
    <w:p w:rsidR="006E0288" w:rsidRPr="000F3BFD" w:rsidRDefault="006E0288" w:rsidP="006E0288">
      <w:pPr>
        <w:rPr>
          <w:rFonts w:cs="Arial"/>
          <w:sz w:val="24"/>
          <w:szCs w:val="24"/>
        </w:rPr>
      </w:pPr>
    </w:p>
    <w:p w:rsidR="004B43DE" w:rsidRPr="000F3BFD" w:rsidRDefault="004B43DE" w:rsidP="006E0288">
      <w:pPr>
        <w:rPr>
          <w:rFonts w:cs="Arial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5806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4950"/>
        <w:gridCol w:w="3117"/>
      </w:tblGrid>
      <w:tr w:rsidR="00564C0D" w:rsidRPr="000F3BFD" w:rsidTr="00E5411F">
        <w:tc>
          <w:tcPr>
            <w:tcW w:w="715" w:type="dxa"/>
          </w:tcPr>
          <w:p w:rsidR="00564C0D" w:rsidRPr="000F3BFD" w:rsidRDefault="00564C0D" w:rsidP="00E5411F">
            <w:pPr>
              <w:rPr>
                <w:rFonts w:cs="Arial"/>
                <w:b/>
                <w:sz w:val="24"/>
                <w:szCs w:val="24"/>
              </w:rPr>
            </w:pPr>
            <w:r w:rsidRPr="000F3BFD">
              <w:rPr>
                <w:rFonts w:cs="Arial"/>
                <w:b/>
                <w:sz w:val="24"/>
                <w:szCs w:val="24"/>
              </w:rPr>
              <w:t>Nr. Crt</w:t>
            </w:r>
            <w:r w:rsidR="006D1199" w:rsidRPr="000F3BFD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4950" w:type="dxa"/>
          </w:tcPr>
          <w:p w:rsidR="00564C0D" w:rsidRPr="000F3BFD" w:rsidRDefault="00F90190" w:rsidP="00E5411F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Denumire document:</w:t>
            </w:r>
          </w:p>
        </w:tc>
        <w:tc>
          <w:tcPr>
            <w:tcW w:w="3117" w:type="dxa"/>
          </w:tcPr>
          <w:p w:rsidR="00564C0D" w:rsidRPr="000F3BFD" w:rsidRDefault="00F90190" w:rsidP="00E5411F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Nr. pagini</w:t>
            </w:r>
            <w:r w:rsidR="00DC47CC" w:rsidRPr="000F3BFD">
              <w:rPr>
                <w:rFonts w:cs="Arial"/>
                <w:b/>
                <w:sz w:val="24"/>
                <w:szCs w:val="24"/>
              </w:rPr>
              <w:t>:</w:t>
            </w:r>
          </w:p>
        </w:tc>
      </w:tr>
      <w:tr w:rsidR="00564C0D" w:rsidRPr="000F3BFD" w:rsidTr="00E5411F">
        <w:trPr>
          <w:trHeight w:val="305"/>
        </w:trPr>
        <w:tc>
          <w:tcPr>
            <w:tcW w:w="715" w:type="dxa"/>
          </w:tcPr>
          <w:p w:rsidR="00564C0D" w:rsidRPr="000F3BFD" w:rsidRDefault="00564C0D" w:rsidP="00E5411F">
            <w:pPr>
              <w:rPr>
                <w:rFonts w:cs="Arial"/>
                <w:sz w:val="24"/>
                <w:szCs w:val="24"/>
              </w:rPr>
            </w:pPr>
            <w:r w:rsidRPr="000F3BFD">
              <w:rPr>
                <w:rFonts w:cs="Arial"/>
                <w:sz w:val="24"/>
                <w:szCs w:val="24"/>
              </w:rPr>
              <w:t>1</w:t>
            </w:r>
            <w:r w:rsidR="00EC22B4">
              <w:rPr>
                <w:rFonts w:cs="Arial"/>
                <w:sz w:val="24"/>
                <w:szCs w:val="24"/>
              </w:rPr>
              <w:t>.</w:t>
            </w:r>
          </w:p>
        </w:tc>
        <w:tc>
          <w:tcPr>
            <w:tcW w:w="4950" w:type="dxa"/>
          </w:tcPr>
          <w:p w:rsidR="00564C0D" w:rsidRPr="000F3BFD" w:rsidRDefault="00AD6049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Memoriu tehnic privind S</w:t>
            </w:r>
            <w:r w:rsidR="00FA0C28">
              <w:rPr>
                <w:rFonts w:cs="Arial"/>
                <w:sz w:val="24"/>
                <w:szCs w:val="24"/>
              </w:rPr>
              <w:t>olutiile de utilizare</w:t>
            </w:r>
          </w:p>
        </w:tc>
        <w:tc>
          <w:tcPr>
            <w:tcW w:w="3117" w:type="dxa"/>
          </w:tcPr>
          <w:p w:rsidR="00A87CA3" w:rsidRPr="000F3BFD" w:rsidRDefault="00FA0C28" w:rsidP="00E5411F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33</w:t>
            </w:r>
          </w:p>
        </w:tc>
      </w:tr>
      <w:tr w:rsidR="00564C0D" w:rsidRPr="000F3BFD" w:rsidTr="00E5411F">
        <w:trPr>
          <w:trHeight w:val="90"/>
        </w:trPr>
        <w:tc>
          <w:tcPr>
            <w:tcW w:w="715" w:type="dxa"/>
          </w:tcPr>
          <w:p w:rsidR="00564C0D" w:rsidRPr="000F3BFD" w:rsidRDefault="00EC22B4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2.</w:t>
            </w:r>
          </w:p>
        </w:tc>
        <w:tc>
          <w:tcPr>
            <w:tcW w:w="4950" w:type="dxa"/>
          </w:tcPr>
          <w:p w:rsidR="00A87CA3" w:rsidRPr="000F3BFD" w:rsidRDefault="00AD6049" w:rsidP="00007993">
            <w:pPr>
              <w:tabs>
                <w:tab w:val="left" w:pos="1155"/>
                <w:tab w:val="left" w:pos="354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Memoriu tehnic, S</w:t>
            </w:r>
            <w:r w:rsidR="00FA0C28">
              <w:rPr>
                <w:rFonts w:cs="Arial"/>
                <w:sz w:val="24"/>
                <w:szCs w:val="24"/>
              </w:rPr>
              <w:t>olutii privind rezolvarea cerintelor specifice locatiei Petrobrazi</w:t>
            </w:r>
          </w:p>
        </w:tc>
        <w:tc>
          <w:tcPr>
            <w:tcW w:w="3117" w:type="dxa"/>
          </w:tcPr>
          <w:p w:rsidR="00A87CA3" w:rsidRPr="000F3BFD" w:rsidRDefault="00FA0C28" w:rsidP="00A5670F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13</w:t>
            </w:r>
          </w:p>
        </w:tc>
      </w:tr>
      <w:tr w:rsidR="00564C0D" w:rsidRPr="000F3BFD" w:rsidTr="00E5411F">
        <w:tc>
          <w:tcPr>
            <w:tcW w:w="715" w:type="dxa"/>
          </w:tcPr>
          <w:p w:rsidR="00564C0D" w:rsidRPr="000F3BFD" w:rsidRDefault="00852056" w:rsidP="00E5411F">
            <w:pPr>
              <w:tabs>
                <w:tab w:val="left" w:pos="750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3.</w:t>
            </w:r>
          </w:p>
        </w:tc>
        <w:tc>
          <w:tcPr>
            <w:tcW w:w="4950" w:type="dxa"/>
          </w:tcPr>
          <w:p w:rsidR="00564C0D" w:rsidRPr="000F3BFD" w:rsidRDefault="00AD6049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Memoriu tehnic privind Solutii de Implementare a skidurilor de masura fiscala la locatiile propuse de CONPET</w:t>
            </w:r>
          </w:p>
        </w:tc>
        <w:tc>
          <w:tcPr>
            <w:tcW w:w="3117" w:type="dxa"/>
          </w:tcPr>
          <w:p w:rsidR="00564C0D" w:rsidRPr="000F3BFD" w:rsidRDefault="004328F0" w:rsidP="00E5411F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564C0D" w:rsidRPr="000F3BFD" w:rsidTr="00E5411F">
        <w:tc>
          <w:tcPr>
            <w:tcW w:w="715" w:type="dxa"/>
          </w:tcPr>
          <w:p w:rsidR="00564C0D" w:rsidRPr="000F3BFD" w:rsidRDefault="00852056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4.</w:t>
            </w:r>
          </w:p>
        </w:tc>
        <w:tc>
          <w:tcPr>
            <w:tcW w:w="4950" w:type="dxa"/>
          </w:tcPr>
          <w:p w:rsidR="00564C0D" w:rsidRPr="000F3BFD" w:rsidRDefault="00FA0C28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Studiu de solutie, Baterie de filtrare tip SKID</w:t>
            </w:r>
          </w:p>
        </w:tc>
        <w:tc>
          <w:tcPr>
            <w:tcW w:w="3117" w:type="dxa"/>
          </w:tcPr>
          <w:p w:rsidR="00564C0D" w:rsidRPr="000F3BFD" w:rsidRDefault="00FA0C28" w:rsidP="00E5411F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16</w:t>
            </w:r>
          </w:p>
        </w:tc>
      </w:tr>
      <w:tr w:rsidR="00564C0D" w:rsidRPr="000F3BFD" w:rsidTr="00E5411F">
        <w:trPr>
          <w:trHeight w:val="135"/>
        </w:trPr>
        <w:tc>
          <w:tcPr>
            <w:tcW w:w="715" w:type="dxa"/>
          </w:tcPr>
          <w:p w:rsidR="00564C0D" w:rsidRPr="000F3BFD" w:rsidRDefault="00852056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5.</w:t>
            </w:r>
          </w:p>
        </w:tc>
        <w:tc>
          <w:tcPr>
            <w:tcW w:w="4950" w:type="dxa"/>
          </w:tcPr>
          <w:p w:rsidR="005D3BD9" w:rsidRPr="000F3BFD" w:rsidRDefault="00FA0C28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Quotation No: QUO100013 Brodie </w:t>
            </w:r>
          </w:p>
        </w:tc>
        <w:tc>
          <w:tcPr>
            <w:tcW w:w="3117" w:type="dxa"/>
          </w:tcPr>
          <w:p w:rsidR="00F13B50" w:rsidRPr="000F3BFD" w:rsidRDefault="00FA0C28" w:rsidP="00E5411F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</w:tr>
      <w:tr w:rsidR="00A87CA3" w:rsidRPr="000F3BFD" w:rsidTr="00E5411F">
        <w:trPr>
          <w:trHeight w:val="120"/>
        </w:trPr>
        <w:tc>
          <w:tcPr>
            <w:tcW w:w="715" w:type="dxa"/>
          </w:tcPr>
          <w:p w:rsidR="00A87CA3" w:rsidRPr="000F3BFD" w:rsidRDefault="00852056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6.</w:t>
            </w:r>
          </w:p>
        </w:tc>
        <w:tc>
          <w:tcPr>
            <w:tcW w:w="4950" w:type="dxa"/>
          </w:tcPr>
          <w:p w:rsidR="00A87CA3" w:rsidRPr="000F3BFD" w:rsidRDefault="00FA0C28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Emerson Proposal No: 4000-BUS-16-0011894</w:t>
            </w:r>
          </w:p>
        </w:tc>
        <w:tc>
          <w:tcPr>
            <w:tcW w:w="3117" w:type="dxa"/>
          </w:tcPr>
          <w:p w:rsidR="00A87CA3" w:rsidRPr="000F3BFD" w:rsidRDefault="00FA0C28" w:rsidP="00E5411F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36</w:t>
            </w:r>
          </w:p>
        </w:tc>
      </w:tr>
      <w:tr w:rsidR="00A87CA3" w:rsidRPr="000F3BFD" w:rsidTr="00E5411F">
        <w:trPr>
          <w:trHeight w:val="135"/>
        </w:trPr>
        <w:tc>
          <w:tcPr>
            <w:tcW w:w="715" w:type="dxa"/>
          </w:tcPr>
          <w:p w:rsidR="00A87CA3" w:rsidRPr="000F3BFD" w:rsidRDefault="00852056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7.</w:t>
            </w:r>
          </w:p>
        </w:tc>
        <w:tc>
          <w:tcPr>
            <w:tcW w:w="4950" w:type="dxa"/>
          </w:tcPr>
          <w:p w:rsidR="00A87CA3" w:rsidRPr="000F3BFD" w:rsidRDefault="00FA0C28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Endress+Hauser Budget Proposal</w:t>
            </w:r>
          </w:p>
        </w:tc>
        <w:tc>
          <w:tcPr>
            <w:tcW w:w="3117" w:type="dxa"/>
          </w:tcPr>
          <w:p w:rsidR="00A87CA3" w:rsidRPr="000F3BFD" w:rsidRDefault="00FA0C28" w:rsidP="00E5411F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27</w:t>
            </w:r>
          </w:p>
        </w:tc>
      </w:tr>
      <w:tr w:rsidR="00FA0C28" w:rsidRPr="000F3BFD" w:rsidTr="00E5411F">
        <w:trPr>
          <w:trHeight w:val="135"/>
        </w:trPr>
        <w:tc>
          <w:tcPr>
            <w:tcW w:w="715" w:type="dxa"/>
          </w:tcPr>
          <w:p w:rsidR="00FA0C28" w:rsidRDefault="00FA0C28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8.</w:t>
            </w:r>
          </w:p>
        </w:tc>
        <w:tc>
          <w:tcPr>
            <w:tcW w:w="4950" w:type="dxa"/>
          </w:tcPr>
          <w:p w:rsidR="00FA0C28" w:rsidRDefault="00593A6C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Sizing Sheet Emerson si Endress+Houser</w:t>
            </w:r>
          </w:p>
        </w:tc>
        <w:tc>
          <w:tcPr>
            <w:tcW w:w="3117" w:type="dxa"/>
          </w:tcPr>
          <w:p w:rsidR="00FA0C28" w:rsidRDefault="00593A6C" w:rsidP="00E5411F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124</w:t>
            </w:r>
          </w:p>
        </w:tc>
      </w:tr>
      <w:tr w:rsidR="00FA0C28" w:rsidRPr="000F3BFD" w:rsidTr="00E5411F">
        <w:trPr>
          <w:trHeight w:val="135"/>
        </w:trPr>
        <w:tc>
          <w:tcPr>
            <w:tcW w:w="715" w:type="dxa"/>
          </w:tcPr>
          <w:p w:rsidR="00FA0C28" w:rsidRDefault="005A6E09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9.</w:t>
            </w:r>
          </w:p>
        </w:tc>
        <w:tc>
          <w:tcPr>
            <w:tcW w:w="4950" w:type="dxa"/>
          </w:tcPr>
          <w:p w:rsidR="00FA0C28" w:rsidRDefault="005A6E09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Oferta filtre Tapflo</w:t>
            </w:r>
          </w:p>
        </w:tc>
        <w:tc>
          <w:tcPr>
            <w:tcW w:w="3117" w:type="dxa"/>
          </w:tcPr>
          <w:p w:rsidR="00FA0C28" w:rsidRDefault="005A6E09" w:rsidP="00E5411F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9</w:t>
            </w:r>
          </w:p>
        </w:tc>
      </w:tr>
      <w:tr w:rsidR="005A6E09" w:rsidRPr="000F3BFD" w:rsidTr="00E5411F">
        <w:trPr>
          <w:trHeight w:val="135"/>
        </w:trPr>
        <w:tc>
          <w:tcPr>
            <w:tcW w:w="715" w:type="dxa"/>
          </w:tcPr>
          <w:p w:rsidR="005A6E09" w:rsidRDefault="005A6E09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10.</w:t>
            </w:r>
          </w:p>
        </w:tc>
        <w:tc>
          <w:tcPr>
            <w:tcW w:w="4950" w:type="dxa"/>
          </w:tcPr>
          <w:p w:rsidR="005A6E09" w:rsidRDefault="005A6E09" w:rsidP="00E5411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Oferta filtre Cristof Industries</w:t>
            </w:r>
          </w:p>
        </w:tc>
        <w:tc>
          <w:tcPr>
            <w:tcW w:w="3117" w:type="dxa"/>
          </w:tcPr>
          <w:p w:rsidR="005A6E09" w:rsidRDefault="005A6E09" w:rsidP="00E5411F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9</w:t>
            </w:r>
          </w:p>
        </w:tc>
      </w:tr>
    </w:tbl>
    <w:p w:rsidR="00E5411F" w:rsidRDefault="00E5411F" w:rsidP="00CB401D">
      <w:pPr>
        <w:rPr>
          <w:rFonts w:cs="Arial"/>
          <w:sz w:val="24"/>
          <w:szCs w:val="24"/>
          <w:lang w:val="ro-RO"/>
        </w:rPr>
      </w:pPr>
    </w:p>
    <w:sectPr w:rsidR="00E5411F" w:rsidSect="00DE30B4">
      <w:footerReference w:type="default" r:id="rId7"/>
      <w:headerReference w:type="first" r:id="rId8"/>
      <w:footerReference w:type="first" r:id="rId9"/>
      <w:pgSz w:w="11906" w:h="16838" w:code="9"/>
      <w:pgMar w:top="432" w:right="432" w:bottom="288" w:left="1440" w:header="720" w:footer="86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479" w:rsidRDefault="00176479">
      <w:r>
        <w:separator/>
      </w:r>
    </w:p>
  </w:endnote>
  <w:endnote w:type="continuationSeparator" w:id="0">
    <w:p w:rsidR="00176479" w:rsidRDefault="00176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63" w:rsidRDefault="00277F31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0927E6C7" wp14:editId="5ACD0DC6">
          <wp:simplePos x="0" y="0"/>
          <wp:positionH relativeFrom="column">
            <wp:posOffset>-900430</wp:posOffset>
          </wp:positionH>
          <wp:positionV relativeFrom="paragraph">
            <wp:posOffset>241935</wp:posOffset>
          </wp:positionV>
          <wp:extent cx="7568565" cy="416560"/>
          <wp:effectExtent l="0" t="0" r="0" b="254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8565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63" w:rsidRPr="00467F53" w:rsidRDefault="00172563" w:rsidP="004A29EE">
    <w:pPr>
      <w:pStyle w:val="Footer"/>
      <w:jc w:val="center"/>
      <w:rPr>
        <w:b/>
        <w:sz w:val="20"/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109855</wp:posOffset>
          </wp:positionV>
          <wp:extent cx="7568565" cy="416560"/>
          <wp:effectExtent l="0" t="0" r="0" b="2540"/>
          <wp:wrapNone/>
          <wp:docPr id="6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8565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479" w:rsidRDefault="00176479">
      <w:r>
        <w:separator/>
      </w:r>
    </w:p>
  </w:footnote>
  <w:footnote w:type="continuationSeparator" w:id="0">
    <w:p w:rsidR="00176479" w:rsidRDefault="00176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63" w:rsidRDefault="00CB09C6">
    <w:r>
      <w:rPr>
        <w:noProof/>
        <w:lang w:val="en-US" w:eastAsia="en-US"/>
      </w:rPr>
      <w:drawing>
        <wp:inline distT="0" distB="0" distL="0" distR="0">
          <wp:extent cx="5956300" cy="939800"/>
          <wp:effectExtent l="0" t="0" r="635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333D3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038DDFE" wp14:editId="40A91704">
              <wp:simplePos x="0" y="0"/>
              <wp:positionH relativeFrom="column">
                <wp:posOffset>4241800</wp:posOffset>
              </wp:positionH>
              <wp:positionV relativeFrom="paragraph">
                <wp:posOffset>1047115</wp:posOffset>
              </wp:positionV>
              <wp:extent cx="2286000" cy="2105025"/>
              <wp:effectExtent l="0" t="0" r="0" b="0"/>
              <wp:wrapNone/>
              <wp:docPr id="1" name="Tekstva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1050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60C0" w:rsidRDefault="004060C0" w:rsidP="004060C0">
                          <w:pPr>
                            <w:spacing w:line="190" w:lineRule="exact"/>
                            <w:rPr>
                              <w:rFonts w:cs="Arial"/>
                              <w:b/>
                              <w:spacing w:val="8"/>
                              <w:sz w:val="16"/>
                              <w:szCs w:val="16"/>
                            </w:rPr>
                          </w:pPr>
                          <w:r w:rsidRPr="004060C0">
                            <w:rPr>
                              <w:rFonts w:cs="Arial"/>
                              <w:b/>
                              <w:spacing w:val="8"/>
                              <w:sz w:val="16"/>
                              <w:szCs w:val="16"/>
                            </w:rPr>
                            <w:t xml:space="preserve">S.C.  CTS CONSOLIDATED </w:t>
                          </w:r>
                        </w:p>
                        <w:p w:rsidR="004060C0" w:rsidRDefault="004060C0" w:rsidP="004060C0">
                          <w:pPr>
                            <w:spacing w:line="190" w:lineRule="exact"/>
                            <w:rPr>
                              <w:rFonts w:cs="Arial"/>
                              <w:b/>
                              <w:spacing w:val="8"/>
                              <w:sz w:val="16"/>
                              <w:szCs w:val="16"/>
                            </w:rPr>
                          </w:pPr>
                          <w:r w:rsidRPr="004060C0">
                            <w:rPr>
                              <w:rFonts w:cs="Arial"/>
                              <w:b/>
                              <w:spacing w:val="8"/>
                              <w:sz w:val="16"/>
                              <w:szCs w:val="16"/>
                            </w:rPr>
                            <w:t>TECHNICAL SUPPLIES SRL</w:t>
                          </w:r>
                        </w:p>
                        <w:p w:rsidR="004060C0" w:rsidRDefault="004060C0" w:rsidP="004060C0">
                          <w:pPr>
                            <w:spacing w:after="120" w:line="190" w:lineRule="exact"/>
                            <w:rPr>
                              <w:rFonts w:cs="Arial"/>
                              <w:spacing w:val="8"/>
                              <w:sz w:val="16"/>
                              <w:szCs w:val="16"/>
                            </w:rPr>
                          </w:pPr>
                        </w:p>
                        <w:p w:rsidR="00982E3C" w:rsidRDefault="00982E3C" w:rsidP="004060C0">
                          <w:pPr>
                            <w:rPr>
                              <w:rStyle w:val="Strong"/>
                              <w:b w:val="0"/>
                              <w:sz w:val="16"/>
                            </w:rPr>
                          </w:pPr>
                          <w:r>
                            <w:rPr>
                              <w:rStyle w:val="Strong"/>
                              <w:b w:val="0"/>
                              <w:sz w:val="16"/>
                            </w:rPr>
                            <w:t>Baneasa Business &amp; Technology Park,</w:t>
                          </w:r>
                        </w:p>
                        <w:p w:rsidR="00982E3C" w:rsidRDefault="00982E3C" w:rsidP="004060C0">
                          <w:pPr>
                            <w:rPr>
                              <w:rStyle w:val="Strong"/>
                              <w:b w:val="0"/>
                              <w:sz w:val="16"/>
                            </w:rPr>
                          </w:pPr>
                          <w:r w:rsidRPr="004060C0">
                            <w:rPr>
                              <w:rStyle w:val="Strong"/>
                              <w:b w:val="0"/>
                              <w:sz w:val="16"/>
                            </w:rPr>
                            <w:t>Etaj 3, Cladirea B, Aripa B2</w:t>
                          </w:r>
                        </w:p>
                        <w:p w:rsidR="004060C0" w:rsidRPr="004060C0" w:rsidRDefault="004060C0" w:rsidP="004060C0">
                          <w:pPr>
                            <w:rPr>
                              <w:rStyle w:val="Strong"/>
                              <w:b w:val="0"/>
                              <w:sz w:val="16"/>
                            </w:rPr>
                          </w:pPr>
                          <w:r w:rsidRPr="004060C0">
                            <w:rPr>
                              <w:rStyle w:val="Strong"/>
                              <w:b w:val="0"/>
                              <w:sz w:val="16"/>
                            </w:rPr>
                            <w:t xml:space="preserve">Bucuresti, Sectorul 1, </w:t>
                          </w:r>
                          <w:r w:rsidR="00982E3C">
                            <w:rPr>
                              <w:rStyle w:val="Strong"/>
                              <w:b w:val="0"/>
                              <w:sz w:val="16"/>
                            </w:rPr>
                            <w:t>Romania</w:t>
                          </w:r>
                        </w:p>
                        <w:p w:rsidR="00982E3C" w:rsidRPr="004060C0" w:rsidRDefault="004060C0" w:rsidP="00982E3C">
                          <w:pPr>
                            <w:rPr>
                              <w:rStyle w:val="Strong"/>
                              <w:b w:val="0"/>
                              <w:sz w:val="16"/>
                            </w:rPr>
                          </w:pPr>
                          <w:r w:rsidRPr="004060C0">
                            <w:rPr>
                              <w:rStyle w:val="Strong"/>
                              <w:b w:val="0"/>
                              <w:sz w:val="16"/>
                            </w:rPr>
                            <w:t>Sos. Bucuresti-Ploiesti,</w:t>
                          </w:r>
                          <w:r w:rsidR="00982E3C" w:rsidRPr="00982E3C">
                            <w:rPr>
                              <w:rStyle w:val="Strong"/>
                              <w:b w:val="0"/>
                              <w:sz w:val="16"/>
                            </w:rPr>
                            <w:t xml:space="preserve"> </w:t>
                          </w:r>
                          <w:r w:rsidR="00982E3C" w:rsidRPr="004060C0">
                            <w:rPr>
                              <w:rStyle w:val="Strong"/>
                              <w:b w:val="0"/>
                              <w:sz w:val="16"/>
                            </w:rPr>
                            <w:t xml:space="preserve">Nr. 42-44, </w:t>
                          </w:r>
                        </w:p>
                        <w:p w:rsidR="004060C0" w:rsidRPr="004060C0" w:rsidRDefault="004060C0" w:rsidP="004060C0">
                          <w:pPr>
                            <w:rPr>
                              <w:rStyle w:val="Strong"/>
                              <w:b w:val="0"/>
                              <w:sz w:val="16"/>
                            </w:rPr>
                          </w:pPr>
                        </w:p>
                        <w:p w:rsidR="004060C0" w:rsidRDefault="00982E3C" w:rsidP="004060C0">
                          <w:pPr>
                            <w:rPr>
                              <w:rStyle w:val="Strong"/>
                              <w:b w:val="0"/>
                              <w:sz w:val="16"/>
                            </w:rPr>
                          </w:pPr>
                          <w:r>
                            <w:rPr>
                              <w:rStyle w:val="Strong"/>
                              <w:b w:val="0"/>
                              <w:sz w:val="16"/>
                            </w:rPr>
                            <w:t xml:space="preserve">Telefon: </w:t>
                          </w:r>
                          <w:r w:rsidR="006603FF">
                            <w:rPr>
                              <w:rStyle w:val="Strong"/>
                              <w:b w:val="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Style w:val="Strong"/>
                              <w:b w:val="0"/>
                              <w:sz w:val="16"/>
                            </w:rPr>
                            <w:t>0371504915,</w:t>
                          </w:r>
                        </w:p>
                        <w:p w:rsidR="00982E3C" w:rsidRDefault="00982E3C" w:rsidP="004060C0">
                          <w:pPr>
                            <w:rPr>
                              <w:rStyle w:val="Strong"/>
                              <w:b w:val="0"/>
                              <w:sz w:val="16"/>
                            </w:rPr>
                          </w:pPr>
                          <w:r>
                            <w:rPr>
                              <w:rStyle w:val="Strong"/>
                              <w:b w:val="0"/>
                              <w:sz w:val="16"/>
                            </w:rPr>
                            <w:t xml:space="preserve">               0371504916</w:t>
                          </w:r>
                          <w:r w:rsidR="006603FF">
                            <w:rPr>
                              <w:rStyle w:val="Strong"/>
                              <w:b w:val="0"/>
                              <w:sz w:val="16"/>
                            </w:rPr>
                            <w:t>;</w:t>
                          </w:r>
                          <w:r w:rsidR="006603FF" w:rsidRPr="006603FF">
                            <w:rPr>
                              <w:rStyle w:val="Strong"/>
                              <w:b w:val="0"/>
                              <w:sz w:val="16"/>
                            </w:rPr>
                            <w:t xml:space="preserve"> </w:t>
                          </w:r>
                          <w:r w:rsidR="006603FF">
                            <w:rPr>
                              <w:rStyle w:val="Strong"/>
                              <w:b w:val="0"/>
                              <w:sz w:val="16"/>
                            </w:rPr>
                            <w:t>0371503899</w:t>
                          </w:r>
                        </w:p>
                        <w:p w:rsidR="00982E3C" w:rsidRDefault="00982E3C" w:rsidP="004060C0">
                          <w:pPr>
                            <w:rPr>
                              <w:rStyle w:val="Strong"/>
                              <w:b w:val="0"/>
                              <w:sz w:val="16"/>
                            </w:rPr>
                          </w:pPr>
                          <w:r>
                            <w:rPr>
                              <w:rStyle w:val="Strong"/>
                              <w:b w:val="0"/>
                              <w:sz w:val="16"/>
                            </w:rPr>
                            <w:t xml:space="preserve">Fax:        </w:t>
                          </w:r>
                          <w:r w:rsidR="006603FF">
                            <w:rPr>
                              <w:rStyle w:val="Strong"/>
                              <w:b w:val="0"/>
                              <w:sz w:val="16"/>
                            </w:rPr>
                            <w:t>0371504914</w:t>
                          </w:r>
                        </w:p>
                        <w:p w:rsidR="004060C0" w:rsidRPr="004060C0" w:rsidRDefault="004060C0" w:rsidP="004060C0">
                          <w:pPr>
                            <w:rPr>
                              <w:rStyle w:val="Strong"/>
                              <w:b w:val="0"/>
                              <w:sz w:val="16"/>
                            </w:rPr>
                          </w:pPr>
                          <w:r w:rsidRPr="004060C0">
                            <w:rPr>
                              <w:rStyle w:val="Strong"/>
                              <w:b w:val="0"/>
                              <w:sz w:val="16"/>
                            </w:rPr>
                            <w:t>Website:</w:t>
                          </w:r>
                          <w:r w:rsidRPr="004060C0">
                            <w:rPr>
                              <w:rStyle w:val="Strong"/>
                              <w:b w:val="0"/>
                              <w:sz w:val="16"/>
                            </w:rPr>
                            <w:tab/>
                            <w:t xml:space="preserve">www.cts-romania.net </w:t>
                          </w:r>
                        </w:p>
                        <w:p w:rsidR="004060C0" w:rsidRDefault="004060C0" w:rsidP="004060C0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:rsidR="004060C0" w:rsidRDefault="004060C0" w:rsidP="004060C0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  <w:t>ORC: J 40/ 2038 / 2015</w:t>
                          </w:r>
                          <w:r w:rsidRPr="004060C0"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:rsidR="004060C0" w:rsidRDefault="004060C0" w:rsidP="004060C0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4060C0"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  <w:t>CUI: RO 34130129</w:t>
                          </w:r>
                        </w:p>
                        <w:p w:rsidR="00277F31" w:rsidRDefault="00277F31" w:rsidP="004060C0">
                          <w:pPr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38DDFE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26" type="#_x0000_t202" style="position:absolute;margin-left:334pt;margin-top:82.45pt;width:180pt;height:165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" stroked="f">
              <v:fill opacity="0"/>
              <v:textbox>
                <w:txbxContent>
                  <w:p w:rsidR="004060C0" w:rsidRDefault="004060C0" w:rsidP="004060C0">
                    <w:pPr>
                      <w:spacing w:line="190" w:lineRule="exact"/>
                      <w:rPr>
                        <w:rFonts w:cs="Arial"/>
                        <w:b/>
                        <w:spacing w:val="8"/>
                        <w:sz w:val="16"/>
                        <w:szCs w:val="16"/>
                      </w:rPr>
                    </w:pPr>
                    <w:r w:rsidRPr="004060C0">
                      <w:rPr>
                        <w:rFonts w:cs="Arial"/>
                        <w:b/>
                        <w:spacing w:val="8"/>
                        <w:sz w:val="16"/>
                        <w:szCs w:val="16"/>
                      </w:rPr>
                      <w:t xml:space="preserve">S.C.  CTS CONSOLIDATED </w:t>
                    </w:r>
                  </w:p>
                  <w:p w:rsidR="004060C0" w:rsidRDefault="004060C0" w:rsidP="004060C0">
                    <w:pPr>
                      <w:spacing w:line="190" w:lineRule="exact"/>
                      <w:rPr>
                        <w:rFonts w:cs="Arial"/>
                        <w:b/>
                        <w:spacing w:val="8"/>
                        <w:sz w:val="16"/>
                        <w:szCs w:val="16"/>
                      </w:rPr>
                    </w:pPr>
                    <w:r w:rsidRPr="004060C0">
                      <w:rPr>
                        <w:rFonts w:cs="Arial"/>
                        <w:b/>
                        <w:spacing w:val="8"/>
                        <w:sz w:val="16"/>
                        <w:szCs w:val="16"/>
                      </w:rPr>
                      <w:t>TECHNICAL SUPPLIES SRL</w:t>
                    </w:r>
                  </w:p>
                  <w:p w:rsidR="004060C0" w:rsidRDefault="004060C0" w:rsidP="004060C0">
                    <w:pPr>
                      <w:spacing w:after="120" w:line="190" w:lineRule="exact"/>
                      <w:rPr>
                        <w:rFonts w:cs="Arial"/>
                        <w:spacing w:val="8"/>
                        <w:sz w:val="16"/>
                        <w:szCs w:val="16"/>
                      </w:rPr>
                    </w:pPr>
                  </w:p>
                  <w:p w:rsidR="00982E3C" w:rsidRDefault="00982E3C" w:rsidP="004060C0">
                    <w:pPr>
                      <w:rPr>
                        <w:rStyle w:val="Strong"/>
                        <w:b w:val="0"/>
                        <w:sz w:val="16"/>
                      </w:rPr>
                    </w:pPr>
                    <w:r>
                      <w:rPr>
                        <w:rStyle w:val="Strong"/>
                        <w:b w:val="0"/>
                        <w:sz w:val="16"/>
                      </w:rPr>
                      <w:t>Baneasa Business &amp; Technology Park,</w:t>
                    </w:r>
                  </w:p>
                  <w:p w:rsidR="00982E3C" w:rsidRDefault="00982E3C" w:rsidP="004060C0">
                    <w:pPr>
                      <w:rPr>
                        <w:rStyle w:val="Strong"/>
                        <w:b w:val="0"/>
                        <w:sz w:val="16"/>
                      </w:rPr>
                    </w:pPr>
                    <w:r w:rsidRPr="004060C0">
                      <w:rPr>
                        <w:rStyle w:val="Strong"/>
                        <w:b w:val="0"/>
                        <w:sz w:val="16"/>
                      </w:rPr>
                      <w:t>Etaj 3, Cladirea B, Aripa B2</w:t>
                    </w:r>
                  </w:p>
                  <w:p w:rsidR="004060C0" w:rsidRPr="004060C0" w:rsidRDefault="004060C0" w:rsidP="004060C0">
                    <w:pPr>
                      <w:rPr>
                        <w:rStyle w:val="Strong"/>
                        <w:b w:val="0"/>
                        <w:sz w:val="16"/>
                      </w:rPr>
                    </w:pPr>
                    <w:r w:rsidRPr="004060C0">
                      <w:rPr>
                        <w:rStyle w:val="Strong"/>
                        <w:b w:val="0"/>
                        <w:sz w:val="16"/>
                      </w:rPr>
                      <w:t xml:space="preserve">Bucuresti, Sectorul 1, </w:t>
                    </w:r>
                    <w:r w:rsidR="00982E3C">
                      <w:rPr>
                        <w:rStyle w:val="Strong"/>
                        <w:b w:val="0"/>
                        <w:sz w:val="16"/>
                      </w:rPr>
                      <w:t>Romania</w:t>
                    </w:r>
                  </w:p>
                  <w:p w:rsidR="00982E3C" w:rsidRPr="004060C0" w:rsidRDefault="004060C0" w:rsidP="00982E3C">
                    <w:pPr>
                      <w:rPr>
                        <w:rStyle w:val="Strong"/>
                        <w:b w:val="0"/>
                        <w:sz w:val="16"/>
                      </w:rPr>
                    </w:pPr>
                    <w:r w:rsidRPr="004060C0">
                      <w:rPr>
                        <w:rStyle w:val="Strong"/>
                        <w:b w:val="0"/>
                        <w:sz w:val="16"/>
                      </w:rPr>
                      <w:t>Sos. Bucuresti-Ploiesti,</w:t>
                    </w:r>
                    <w:r w:rsidR="00982E3C" w:rsidRPr="00982E3C">
                      <w:rPr>
                        <w:rStyle w:val="Strong"/>
                        <w:b w:val="0"/>
                        <w:sz w:val="16"/>
                      </w:rPr>
                      <w:t xml:space="preserve"> </w:t>
                    </w:r>
                    <w:r w:rsidR="00982E3C" w:rsidRPr="004060C0">
                      <w:rPr>
                        <w:rStyle w:val="Strong"/>
                        <w:b w:val="0"/>
                        <w:sz w:val="16"/>
                      </w:rPr>
                      <w:t xml:space="preserve">Nr. 42-44, </w:t>
                    </w:r>
                  </w:p>
                  <w:p w:rsidR="004060C0" w:rsidRPr="004060C0" w:rsidRDefault="004060C0" w:rsidP="004060C0">
                    <w:pPr>
                      <w:rPr>
                        <w:rStyle w:val="Strong"/>
                        <w:b w:val="0"/>
                        <w:sz w:val="16"/>
                      </w:rPr>
                    </w:pPr>
                  </w:p>
                  <w:p w:rsidR="004060C0" w:rsidRDefault="00982E3C" w:rsidP="004060C0">
                    <w:pPr>
                      <w:rPr>
                        <w:rStyle w:val="Strong"/>
                        <w:b w:val="0"/>
                        <w:sz w:val="16"/>
                      </w:rPr>
                    </w:pPr>
                    <w:r>
                      <w:rPr>
                        <w:rStyle w:val="Strong"/>
                        <w:b w:val="0"/>
                        <w:sz w:val="16"/>
                      </w:rPr>
                      <w:t xml:space="preserve">Telefon: </w:t>
                    </w:r>
                    <w:r w:rsidR="006603FF">
                      <w:rPr>
                        <w:rStyle w:val="Strong"/>
                        <w:b w:val="0"/>
                        <w:sz w:val="16"/>
                      </w:rPr>
                      <w:t xml:space="preserve"> </w:t>
                    </w:r>
                    <w:r>
                      <w:rPr>
                        <w:rStyle w:val="Strong"/>
                        <w:b w:val="0"/>
                        <w:sz w:val="16"/>
                      </w:rPr>
                      <w:t>0371504915,</w:t>
                    </w:r>
                  </w:p>
                  <w:p w:rsidR="00982E3C" w:rsidRDefault="00982E3C" w:rsidP="004060C0">
                    <w:pPr>
                      <w:rPr>
                        <w:rStyle w:val="Strong"/>
                        <w:b w:val="0"/>
                        <w:sz w:val="16"/>
                      </w:rPr>
                    </w:pPr>
                    <w:r>
                      <w:rPr>
                        <w:rStyle w:val="Strong"/>
                        <w:b w:val="0"/>
                        <w:sz w:val="16"/>
                      </w:rPr>
                      <w:t xml:space="preserve">               0371504916</w:t>
                    </w:r>
                    <w:r w:rsidR="006603FF">
                      <w:rPr>
                        <w:rStyle w:val="Strong"/>
                        <w:b w:val="0"/>
                        <w:sz w:val="16"/>
                      </w:rPr>
                      <w:t>;</w:t>
                    </w:r>
                    <w:r w:rsidR="006603FF" w:rsidRPr="006603FF">
                      <w:rPr>
                        <w:rStyle w:val="Strong"/>
                        <w:b w:val="0"/>
                        <w:sz w:val="16"/>
                      </w:rPr>
                      <w:t xml:space="preserve"> </w:t>
                    </w:r>
                    <w:r w:rsidR="006603FF">
                      <w:rPr>
                        <w:rStyle w:val="Strong"/>
                        <w:b w:val="0"/>
                        <w:sz w:val="16"/>
                      </w:rPr>
                      <w:t>0371503899</w:t>
                    </w:r>
                  </w:p>
                  <w:p w:rsidR="00982E3C" w:rsidRDefault="00982E3C" w:rsidP="004060C0">
                    <w:pPr>
                      <w:rPr>
                        <w:rStyle w:val="Strong"/>
                        <w:b w:val="0"/>
                        <w:sz w:val="16"/>
                      </w:rPr>
                    </w:pPr>
                    <w:r>
                      <w:rPr>
                        <w:rStyle w:val="Strong"/>
                        <w:b w:val="0"/>
                        <w:sz w:val="16"/>
                      </w:rPr>
                      <w:t xml:space="preserve">Fax:        </w:t>
                    </w:r>
                    <w:r w:rsidR="006603FF">
                      <w:rPr>
                        <w:rStyle w:val="Strong"/>
                        <w:b w:val="0"/>
                        <w:sz w:val="16"/>
                      </w:rPr>
                      <w:t>0371504914</w:t>
                    </w:r>
                  </w:p>
                  <w:p w:rsidR="004060C0" w:rsidRPr="004060C0" w:rsidRDefault="004060C0" w:rsidP="004060C0">
                    <w:pPr>
                      <w:rPr>
                        <w:rStyle w:val="Strong"/>
                        <w:b w:val="0"/>
                        <w:sz w:val="16"/>
                      </w:rPr>
                    </w:pPr>
                    <w:r w:rsidRPr="004060C0">
                      <w:rPr>
                        <w:rStyle w:val="Strong"/>
                        <w:b w:val="0"/>
                        <w:sz w:val="16"/>
                      </w:rPr>
                      <w:t>Website:</w:t>
                    </w:r>
                    <w:r w:rsidRPr="004060C0">
                      <w:rPr>
                        <w:rStyle w:val="Strong"/>
                        <w:b w:val="0"/>
                        <w:sz w:val="16"/>
                      </w:rPr>
                      <w:tab/>
                      <w:t xml:space="preserve">www.cts-romania.net </w:t>
                    </w:r>
                  </w:p>
                  <w:p w:rsidR="004060C0" w:rsidRDefault="004060C0" w:rsidP="004060C0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</w:p>
                  <w:p w:rsidR="004060C0" w:rsidRDefault="004060C0" w:rsidP="004060C0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en-US"/>
                      </w:rPr>
                      <w:t>ORC: J 40/ 2038 / 2015</w:t>
                    </w:r>
                    <w:r w:rsidRPr="004060C0">
                      <w:rPr>
                        <w:rFonts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4060C0" w:rsidRDefault="004060C0" w:rsidP="004060C0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 w:rsidRPr="004060C0">
                      <w:rPr>
                        <w:rFonts w:cs="Arial"/>
                        <w:sz w:val="16"/>
                        <w:szCs w:val="16"/>
                        <w:lang w:val="en-US"/>
                      </w:rPr>
                      <w:t>CUI: RO 34130129</w:t>
                    </w:r>
                  </w:p>
                  <w:p w:rsidR="00277F31" w:rsidRDefault="00277F31" w:rsidP="004060C0">
                    <w:pPr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AF20AE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3C677D8" wp14:editId="5FF05AE1">
              <wp:simplePos x="0" y="0"/>
              <wp:positionH relativeFrom="column">
                <wp:posOffset>-628015</wp:posOffset>
              </wp:positionH>
              <wp:positionV relativeFrom="paragraph">
                <wp:posOffset>1428750</wp:posOffset>
              </wp:positionV>
              <wp:extent cx="2837814" cy="247116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7814" cy="24711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style>
                      <a:lnRef idx="0">
                        <a:scrgbClr r="0" g="0" b="0"/>
                      </a:lnRef>
                      <a:fillRef idx="1001">
                        <a:schemeClr val="lt1"/>
                      </a:fillRef>
                      <a:effectRef idx="0">
                        <a:scrgbClr r="0" g="0" b="0"/>
                      </a:effectRef>
                      <a:fontRef idx="major"/>
                    </wps:style>
                    <wps:txbx>
                      <w:txbxContent>
                        <w:p w:rsidR="00172563" w:rsidRPr="00BD4D74" w:rsidRDefault="00172563">
                          <w:pPr>
                            <w:rPr>
                              <w:b/>
                              <w:color w:val="1F497D" w:themeColor="text2"/>
                              <w:spacing w:val="-2"/>
                              <w:sz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C677D8" id="Text Box 2" o:spid="_x0000_s1027" type="#_x0000_t202" style="position:absolute;margin-left:-49.45pt;margin-top:112.5pt;width:223.45pt;height:19.4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" filled="f" stroked="f">
              <v:textbox style="mso-fit-shape-to-text:t">
                <w:txbxContent>
                  <w:p w:rsidR="00172563" w:rsidRPr="00BD4D74" w:rsidRDefault="00172563">
                    <w:pPr>
                      <w:rPr>
                        <w:b/>
                        <w:color w:val="1F497D" w:themeColor="text2"/>
                        <w:spacing w:val="-2"/>
                        <w:sz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94420"/>
    <w:multiLevelType w:val="hybridMultilevel"/>
    <w:tmpl w:val="D528DF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D491D"/>
    <w:multiLevelType w:val="hybridMultilevel"/>
    <w:tmpl w:val="097056EE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F1DCE"/>
    <w:multiLevelType w:val="hybridMultilevel"/>
    <w:tmpl w:val="01847D7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02940"/>
    <w:multiLevelType w:val="hybridMultilevel"/>
    <w:tmpl w:val="6A3A8F6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F4C57"/>
    <w:multiLevelType w:val="hybridMultilevel"/>
    <w:tmpl w:val="8AD49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0041B"/>
    <w:multiLevelType w:val="hybridMultilevel"/>
    <w:tmpl w:val="69A8C360"/>
    <w:lvl w:ilvl="0" w:tplc="683401B6">
      <w:start w:val="1"/>
      <w:numFmt w:val="bullet"/>
      <w:pStyle w:val="List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24E0066E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EB455B4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3FF2B3E2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6B1698A0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B010085A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E0BACCD6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E1E0EBE6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82044C7A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784"/>
    <w:rsid w:val="00007993"/>
    <w:rsid w:val="000115D4"/>
    <w:rsid w:val="00012B3B"/>
    <w:rsid w:val="00016A70"/>
    <w:rsid w:val="00020D88"/>
    <w:rsid w:val="0002438B"/>
    <w:rsid w:val="000266E8"/>
    <w:rsid w:val="000269E7"/>
    <w:rsid w:val="00026C28"/>
    <w:rsid w:val="000323BA"/>
    <w:rsid w:val="00040125"/>
    <w:rsid w:val="00056EA0"/>
    <w:rsid w:val="000600CD"/>
    <w:rsid w:val="00062A67"/>
    <w:rsid w:val="000703BF"/>
    <w:rsid w:val="00070CFB"/>
    <w:rsid w:val="000724D1"/>
    <w:rsid w:val="00073DE1"/>
    <w:rsid w:val="00077BE5"/>
    <w:rsid w:val="00090D0C"/>
    <w:rsid w:val="000928C9"/>
    <w:rsid w:val="000932CB"/>
    <w:rsid w:val="00094A02"/>
    <w:rsid w:val="000A00F6"/>
    <w:rsid w:val="000A2FFF"/>
    <w:rsid w:val="000A3BD8"/>
    <w:rsid w:val="000A654F"/>
    <w:rsid w:val="000B2229"/>
    <w:rsid w:val="000B2DD3"/>
    <w:rsid w:val="000B76AE"/>
    <w:rsid w:val="000C43C7"/>
    <w:rsid w:val="000C6B74"/>
    <w:rsid w:val="000D4149"/>
    <w:rsid w:val="000D4D61"/>
    <w:rsid w:val="000E447A"/>
    <w:rsid w:val="000F3BFD"/>
    <w:rsid w:val="00102741"/>
    <w:rsid w:val="0010624C"/>
    <w:rsid w:val="0011045B"/>
    <w:rsid w:val="00115B0F"/>
    <w:rsid w:val="0012491C"/>
    <w:rsid w:val="0012511B"/>
    <w:rsid w:val="00130A87"/>
    <w:rsid w:val="001346B7"/>
    <w:rsid w:val="00135D62"/>
    <w:rsid w:val="0013601A"/>
    <w:rsid w:val="00140EB2"/>
    <w:rsid w:val="00142153"/>
    <w:rsid w:val="001459B2"/>
    <w:rsid w:val="00152029"/>
    <w:rsid w:val="00160421"/>
    <w:rsid w:val="00160A2B"/>
    <w:rsid w:val="00172563"/>
    <w:rsid w:val="00172893"/>
    <w:rsid w:val="00172B72"/>
    <w:rsid w:val="0017344A"/>
    <w:rsid w:val="00176479"/>
    <w:rsid w:val="001947F0"/>
    <w:rsid w:val="0019617C"/>
    <w:rsid w:val="001B44E0"/>
    <w:rsid w:val="001B615C"/>
    <w:rsid w:val="001C17A4"/>
    <w:rsid w:val="001D7030"/>
    <w:rsid w:val="001E12BB"/>
    <w:rsid w:val="001E5094"/>
    <w:rsid w:val="001F1214"/>
    <w:rsid w:val="001F532C"/>
    <w:rsid w:val="00205E61"/>
    <w:rsid w:val="00210F8B"/>
    <w:rsid w:val="0021371A"/>
    <w:rsid w:val="0021598E"/>
    <w:rsid w:val="002238BD"/>
    <w:rsid w:val="0022480B"/>
    <w:rsid w:val="00246889"/>
    <w:rsid w:val="002519E0"/>
    <w:rsid w:val="002527E3"/>
    <w:rsid w:val="00256281"/>
    <w:rsid w:val="00260CC6"/>
    <w:rsid w:val="002668FE"/>
    <w:rsid w:val="00270E95"/>
    <w:rsid w:val="002712FF"/>
    <w:rsid w:val="00277F31"/>
    <w:rsid w:val="00284908"/>
    <w:rsid w:val="00287726"/>
    <w:rsid w:val="002947D0"/>
    <w:rsid w:val="0029522F"/>
    <w:rsid w:val="002A1A36"/>
    <w:rsid w:val="002A4A7D"/>
    <w:rsid w:val="002B134F"/>
    <w:rsid w:val="002B59CC"/>
    <w:rsid w:val="002C2FF9"/>
    <w:rsid w:val="002C3160"/>
    <w:rsid w:val="002C4363"/>
    <w:rsid w:val="002C5E8D"/>
    <w:rsid w:val="002C7149"/>
    <w:rsid w:val="002D2A86"/>
    <w:rsid w:val="002D36A5"/>
    <w:rsid w:val="002D55CB"/>
    <w:rsid w:val="002F5750"/>
    <w:rsid w:val="00302112"/>
    <w:rsid w:val="00303D75"/>
    <w:rsid w:val="00304296"/>
    <w:rsid w:val="003046BC"/>
    <w:rsid w:val="00314B2E"/>
    <w:rsid w:val="00317326"/>
    <w:rsid w:val="00317E17"/>
    <w:rsid w:val="003334E1"/>
    <w:rsid w:val="00345D07"/>
    <w:rsid w:val="00352F44"/>
    <w:rsid w:val="003600D9"/>
    <w:rsid w:val="003671B6"/>
    <w:rsid w:val="00367304"/>
    <w:rsid w:val="003742BE"/>
    <w:rsid w:val="00375C1D"/>
    <w:rsid w:val="00377B6A"/>
    <w:rsid w:val="00380FF7"/>
    <w:rsid w:val="00383685"/>
    <w:rsid w:val="003872C9"/>
    <w:rsid w:val="00390207"/>
    <w:rsid w:val="00391624"/>
    <w:rsid w:val="00391CAB"/>
    <w:rsid w:val="00393EB3"/>
    <w:rsid w:val="003970B9"/>
    <w:rsid w:val="003A162A"/>
    <w:rsid w:val="003B09F3"/>
    <w:rsid w:val="003B5FE6"/>
    <w:rsid w:val="003C795A"/>
    <w:rsid w:val="003C7BDB"/>
    <w:rsid w:val="003D53D4"/>
    <w:rsid w:val="003D7B0D"/>
    <w:rsid w:val="003F4BFA"/>
    <w:rsid w:val="003F7E92"/>
    <w:rsid w:val="004060C0"/>
    <w:rsid w:val="00412F35"/>
    <w:rsid w:val="004163F1"/>
    <w:rsid w:val="00423EC4"/>
    <w:rsid w:val="00430DA4"/>
    <w:rsid w:val="004328F0"/>
    <w:rsid w:val="00440E01"/>
    <w:rsid w:val="0045215E"/>
    <w:rsid w:val="00455100"/>
    <w:rsid w:val="004571C6"/>
    <w:rsid w:val="00467F53"/>
    <w:rsid w:val="004702F2"/>
    <w:rsid w:val="00477F3C"/>
    <w:rsid w:val="004836D7"/>
    <w:rsid w:val="00495E87"/>
    <w:rsid w:val="00496F6C"/>
    <w:rsid w:val="004A29EE"/>
    <w:rsid w:val="004A3C91"/>
    <w:rsid w:val="004A59DE"/>
    <w:rsid w:val="004A68A6"/>
    <w:rsid w:val="004A7E1A"/>
    <w:rsid w:val="004B0892"/>
    <w:rsid w:val="004B0C92"/>
    <w:rsid w:val="004B3E21"/>
    <w:rsid w:val="004B43DE"/>
    <w:rsid w:val="004B5662"/>
    <w:rsid w:val="004C51F0"/>
    <w:rsid w:val="004E12B0"/>
    <w:rsid w:val="004E1E87"/>
    <w:rsid w:val="004F0EA2"/>
    <w:rsid w:val="00511CBD"/>
    <w:rsid w:val="005207F0"/>
    <w:rsid w:val="0052327C"/>
    <w:rsid w:val="00532FFD"/>
    <w:rsid w:val="005333D3"/>
    <w:rsid w:val="005343B7"/>
    <w:rsid w:val="00540A99"/>
    <w:rsid w:val="00541806"/>
    <w:rsid w:val="005435BC"/>
    <w:rsid w:val="00544F44"/>
    <w:rsid w:val="00545FAF"/>
    <w:rsid w:val="00547CC6"/>
    <w:rsid w:val="00553EF0"/>
    <w:rsid w:val="00556D5C"/>
    <w:rsid w:val="00563139"/>
    <w:rsid w:val="00563FF8"/>
    <w:rsid w:val="00564C0D"/>
    <w:rsid w:val="005665BC"/>
    <w:rsid w:val="00571FB0"/>
    <w:rsid w:val="00585018"/>
    <w:rsid w:val="00587B14"/>
    <w:rsid w:val="005926A9"/>
    <w:rsid w:val="00592F81"/>
    <w:rsid w:val="00593A6C"/>
    <w:rsid w:val="00594823"/>
    <w:rsid w:val="005A2607"/>
    <w:rsid w:val="005A6E09"/>
    <w:rsid w:val="005B2872"/>
    <w:rsid w:val="005B2B46"/>
    <w:rsid w:val="005B4FB1"/>
    <w:rsid w:val="005C2208"/>
    <w:rsid w:val="005C2C5B"/>
    <w:rsid w:val="005C4FF3"/>
    <w:rsid w:val="005C59DB"/>
    <w:rsid w:val="005D0D4B"/>
    <w:rsid w:val="005D3BD9"/>
    <w:rsid w:val="005D4A07"/>
    <w:rsid w:val="005D5898"/>
    <w:rsid w:val="005D5E38"/>
    <w:rsid w:val="005E2227"/>
    <w:rsid w:val="005E2FEC"/>
    <w:rsid w:val="005E50B7"/>
    <w:rsid w:val="005E7BD6"/>
    <w:rsid w:val="005F327D"/>
    <w:rsid w:val="005F4146"/>
    <w:rsid w:val="005F610A"/>
    <w:rsid w:val="0060233E"/>
    <w:rsid w:val="00623D71"/>
    <w:rsid w:val="00624387"/>
    <w:rsid w:val="00637B3F"/>
    <w:rsid w:val="00643192"/>
    <w:rsid w:val="006537AD"/>
    <w:rsid w:val="00656B52"/>
    <w:rsid w:val="00660065"/>
    <w:rsid w:val="006603FF"/>
    <w:rsid w:val="00662E37"/>
    <w:rsid w:val="00662F75"/>
    <w:rsid w:val="00665DEE"/>
    <w:rsid w:val="00666B31"/>
    <w:rsid w:val="0068462F"/>
    <w:rsid w:val="00687312"/>
    <w:rsid w:val="00687F33"/>
    <w:rsid w:val="006913ED"/>
    <w:rsid w:val="006A4051"/>
    <w:rsid w:val="006A5966"/>
    <w:rsid w:val="006B2B33"/>
    <w:rsid w:val="006B7B87"/>
    <w:rsid w:val="006C3925"/>
    <w:rsid w:val="006D1199"/>
    <w:rsid w:val="006D384D"/>
    <w:rsid w:val="006E0288"/>
    <w:rsid w:val="006F2BFB"/>
    <w:rsid w:val="006F4CF7"/>
    <w:rsid w:val="00700354"/>
    <w:rsid w:val="00701898"/>
    <w:rsid w:val="007064B1"/>
    <w:rsid w:val="00711342"/>
    <w:rsid w:val="0071621E"/>
    <w:rsid w:val="007245D2"/>
    <w:rsid w:val="0072501E"/>
    <w:rsid w:val="00725B5C"/>
    <w:rsid w:val="007321C4"/>
    <w:rsid w:val="00735D8A"/>
    <w:rsid w:val="00737341"/>
    <w:rsid w:val="00746DC0"/>
    <w:rsid w:val="00754791"/>
    <w:rsid w:val="00754DC5"/>
    <w:rsid w:val="007579BA"/>
    <w:rsid w:val="00757E29"/>
    <w:rsid w:val="007663B6"/>
    <w:rsid w:val="0077227C"/>
    <w:rsid w:val="00774A37"/>
    <w:rsid w:val="00780907"/>
    <w:rsid w:val="007830FA"/>
    <w:rsid w:val="007927D1"/>
    <w:rsid w:val="007C11E8"/>
    <w:rsid w:val="007D279F"/>
    <w:rsid w:val="007D75DA"/>
    <w:rsid w:val="007E19B7"/>
    <w:rsid w:val="007F0784"/>
    <w:rsid w:val="007F243E"/>
    <w:rsid w:val="007F2745"/>
    <w:rsid w:val="0080768B"/>
    <w:rsid w:val="00824A02"/>
    <w:rsid w:val="00824E31"/>
    <w:rsid w:val="008306F0"/>
    <w:rsid w:val="008451D7"/>
    <w:rsid w:val="00852056"/>
    <w:rsid w:val="008564DE"/>
    <w:rsid w:val="00857C58"/>
    <w:rsid w:val="0086552D"/>
    <w:rsid w:val="00872466"/>
    <w:rsid w:val="00891191"/>
    <w:rsid w:val="00894411"/>
    <w:rsid w:val="00895F13"/>
    <w:rsid w:val="008A4E6B"/>
    <w:rsid w:val="008E17F2"/>
    <w:rsid w:val="008E2702"/>
    <w:rsid w:val="008E6C19"/>
    <w:rsid w:val="00901D01"/>
    <w:rsid w:val="00923EEA"/>
    <w:rsid w:val="00924AA7"/>
    <w:rsid w:val="00927480"/>
    <w:rsid w:val="00930464"/>
    <w:rsid w:val="00945626"/>
    <w:rsid w:val="00946F1B"/>
    <w:rsid w:val="00946F84"/>
    <w:rsid w:val="00950F9B"/>
    <w:rsid w:val="009545AB"/>
    <w:rsid w:val="00954B4E"/>
    <w:rsid w:val="00963DA2"/>
    <w:rsid w:val="00972A97"/>
    <w:rsid w:val="0098181F"/>
    <w:rsid w:val="00982E3C"/>
    <w:rsid w:val="009847E4"/>
    <w:rsid w:val="0099288E"/>
    <w:rsid w:val="009A2963"/>
    <w:rsid w:val="009A3F27"/>
    <w:rsid w:val="009A5405"/>
    <w:rsid w:val="009A64F2"/>
    <w:rsid w:val="009B79E7"/>
    <w:rsid w:val="009D1D9C"/>
    <w:rsid w:val="009D7865"/>
    <w:rsid w:val="009E59B3"/>
    <w:rsid w:val="009E62C1"/>
    <w:rsid w:val="009F0B3B"/>
    <w:rsid w:val="00A04B1F"/>
    <w:rsid w:val="00A13AE2"/>
    <w:rsid w:val="00A152C2"/>
    <w:rsid w:val="00A158E7"/>
    <w:rsid w:val="00A256A5"/>
    <w:rsid w:val="00A32848"/>
    <w:rsid w:val="00A377B8"/>
    <w:rsid w:val="00A40F4E"/>
    <w:rsid w:val="00A5670F"/>
    <w:rsid w:val="00A62A12"/>
    <w:rsid w:val="00A775FE"/>
    <w:rsid w:val="00A84D30"/>
    <w:rsid w:val="00A87CA3"/>
    <w:rsid w:val="00A90257"/>
    <w:rsid w:val="00A90D97"/>
    <w:rsid w:val="00A90DFC"/>
    <w:rsid w:val="00A933A9"/>
    <w:rsid w:val="00A938E7"/>
    <w:rsid w:val="00A952EF"/>
    <w:rsid w:val="00AA1E49"/>
    <w:rsid w:val="00AA317B"/>
    <w:rsid w:val="00AA7CDF"/>
    <w:rsid w:val="00AB1CF8"/>
    <w:rsid w:val="00AC0611"/>
    <w:rsid w:val="00AC0EE8"/>
    <w:rsid w:val="00AC4761"/>
    <w:rsid w:val="00AC769A"/>
    <w:rsid w:val="00AD4D55"/>
    <w:rsid w:val="00AD6049"/>
    <w:rsid w:val="00AD7BD9"/>
    <w:rsid w:val="00AE0E8F"/>
    <w:rsid w:val="00AE5D45"/>
    <w:rsid w:val="00AE730E"/>
    <w:rsid w:val="00AF20AE"/>
    <w:rsid w:val="00B00B81"/>
    <w:rsid w:val="00B01D26"/>
    <w:rsid w:val="00B1375B"/>
    <w:rsid w:val="00B17ADA"/>
    <w:rsid w:val="00B22C29"/>
    <w:rsid w:val="00B27CC2"/>
    <w:rsid w:val="00B45D7E"/>
    <w:rsid w:val="00B46A97"/>
    <w:rsid w:val="00B50C6C"/>
    <w:rsid w:val="00B51FB9"/>
    <w:rsid w:val="00B601B9"/>
    <w:rsid w:val="00B665CC"/>
    <w:rsid w:val="00B668DF"/>
    <w:rsid w:val="00B678B6"/>
    <w:rsid w:val="00B7066F"/>
    <w:rsid w:val="00B7466E"/>
    <w:rsid w:val="00B76C7E"/>
    <w:rsid w:val="00B81790"/>
    <w:rsid w:val="00B81DCF"/>
    <w:rsid w:val="00B82259"/>
    <w:rsid w:val="00B830B1"/>
    <w:rsid w:val="00B831E0"/>
    <w:rsid w:val="00B84260"/>
    <w:rsid w:val="00B86A2C"/>
    <w:rsid w:val="00B933C7"/>
    <w:rsid w:val="00B97EB2"/>
    <w:rsid w:val="00B97EB5"/>
    <w:rsid w:val="00BA03AA"/>
    <w:rsid w:val="00BA6AE6"/>
    <w:rsid w:val="00BB0422"/>
    <w:rsid w:val="00BB0B95"/>
    <w:rsid w:val="00BB21C0"/>
    <w:rsid w:val="00BB541E"/>
    <w:rsid w:val="00BB7E4D"/>
    <w:rsid w:val="00BC4974"/>
    <w:rsid w:val="00BD4D74"/>
    <w:rsid w:val="00BE2A60"/>
    <w:rsid w:val="00BE5056"/>
    <w:rsid w:val="00BF6511"/>
    <w:rsid w:val="00BF76A8"/>
    <w:rsid w:val="00BF7C6F"/>
    <w:rsid w:val="00C035D5"/>
    <w:rsid w:val="00C06147"/>
    <w:rsid w:val="00C06A47"/>
    <w:rsid w:val="00C11C20"/>
    <w:rsid w:val="00C13059"/>
    <w:rsid w:val="00C225DC"/>
    <w:rsid w:val="00C23939"/>
    <w:rsid w:val="00C25DFD"/>
    <w:rsid w:val="00C33F05"/>
    <w:rsid w:val="00C415D8"/>
    <w:rsid w:val="00C433CB"/>
    <w:rsid w:val="00C51289"/>
    <w:rsid w:val="00C51AB7"/>
    <w:rsid w:val="00C579D2"/>
    <w:rsid w:val="00C6784F"/>
    <w:rsid w:val="00C7055C"/>
    <w:rsid w:val="00C71A00"/>
    <w:rsid w:val="00C76E1B"/>
    <w:rsid w:val="00C80FC7"/>
    <w:rsid w:val="00C97F81"/>
    <w:rsid w:val="00CA3FF6"/>
    <w:rsid w:val="00CA48D6"/>
    <w:rsid w:val="00CA75A6"/>
    <w:rsid w:val="00CB09C6"/>
    <w:rsid w:val="00CB2985"/>
    <w:rsid w:val="00CB401D"/>
    <w:rsid w:val="00CC03C4"/>
    <w:rsid w:val="00CC1A8C"/>
    <w:rsid w:val="00CC46B0"/>
    <w:rsid w:val="00CD3A2F"/>
    <w:rsid w:val="00CD7E8B"/>
    <w:rsid w:val="00CE0E28"/>
    <w:rsid w:val="00CF0808"/>
    <w:rsid w:val="00CF0A53"/>
    <w:rsid w:val="00CF4F0C"/>
    <w:rsid w:val="00D061D7"/>
    <w:rsid w:val="00D13CA1"/>
    <w:rsid w:val="00D2361D"/>
    <w:rsid w:val="00D238EC"/>
    <w:rsid w:val="00D24857"/>
    <w:rsid w:val="00D306A6"/>
    <w:rsid w:val="00D40BAC"/>
    <w:rsid w:val="00D42099"/>
    <w:rsid w:val="00D42C40"/>
    <w:rsid w:val="00D53EE3"/>
    <w:rsid w:val="00D6121C"/>
    <w:rsid w:val="00D6231D"/>
    <w:rsid w:val="00D70510"/>
    <w:rsid w:val="00D7560A"/>
    <w:rsid w:val="00D764E7"/>
    <w:rsid w:val="00D80807"/>
    <w:rsid w:val="00D81D14"/>
    <w:rsid w:val="00D93C86"/>
    <w:rsid w:val="00DA314E"/>
    <w:rsid w:val="00DA6432"/>
    <w:rsid w:val="00DB0D86"/>
    <w:rsid w:val="00DB68D1"/>
    <w:rsid w:val="00DB7A93"/>
    <w:rsid w:val="00DC47CC"/>
    <w:rsid w:val="00DC5EFA"/>
    <w:rsid w:val="00DC66FB"/>
    <w:rsid w:val="00DC7228"/>
    <w:rsid w:val="00DC7ED4"/>
    <w:rsid w:val="00DD30CD"/>
    <w:rsid w:val="00DD4FE2"/>
    <w:rsid w:val="00DE30B4"/>
    <w:rsid w:val="00DF5893"/>
    <w:rsid w:val="00E00AFB"/>
    <w:rsid w:val="00E0201F"/>
    <w:rsid w:val="00E07B2A"/>
    <w:rsid w:val="00E24A31"/>
    <w:rsid w:val="00E25771"/>
    <w:rsid w:val="00E302C9"/>
    <w:rsid w:val="00E30714"/>
    <w:rsid w:val="00E31582"/>
    <w:rsid w:val="00E31EF1"/>
    <w:rsid w:val="00E434CE"/>
    <w:rsid w:val="00E47734"/>
    <w:rsid w:val="00E512C2"/>
    <w:rsid w:val="00E515BC"/>
    <w:rsid w:val="00E5181C"/>
    <w:rsid w:val="00E538A7"/>
    <w:rsid w:val="00E53A9B"/>
    <w:rsid w:val="00E5411F"/>
    <w:rsid w:val="00E675E2"/>
    <w:rsid w:val="00E70C01"/>
    <w:rsid w:val="00E92728"/>
    <w:rsid w:val="00E92B71"/>
    <w:rsid w:val="00EA078D"/>
    <w:rsid w:val="00EA0FA2"/>
    <w:rsid w:val="00EA659E"/>
    <w:rsid w:val="00EA65F7"/>
    <w:rsid w:val="00EA71E9"/>
    <w:rsid w:val="00EB0AD9"/>
    <w:rsid w:val="00EC22B4"/>
    <w:rsid w:val="00EC54E6"/>
    <w:rsid w:val="00EC79A1"/>
    <w:rsid w:val="00EE2932"/>
    <w:rsid w:val="00EE7FAD"/>
    <w:rsid w:val="00EF2E7C"/>
    <w:rsid w:val="00EF3D27"/>
    <w:rsid w:val="00EF3DDC"/>
    <w:rsid w:val="00EF3F02"/>
    <w:rsid w:val="00EF7D82"/>
    <w:rsid w:val="00F03BBC"/>
    <w:rsid w:val="00F03BCE"/>
    <w:rsid w:val="00F10BC4"/>
    <w:rsid w:val="00F1109E"/>
    <w:rsid w:val="00F13B50"/>
    <w:rsid w:val="00F15EDB"/>
    <w:rsid w:val="00F26000"/>
    <w:rsid w:val="00F31566"/>
    <w:rsid w:val="00F3250A"/>
    <w:rsid w:val="00F41B51"/>
    <w:rsid w:val="00F50CAD"/>
    <w:rsid w:val="00F51C03"/>
    <w:rsid w:val="00F544EC"/>
    <w:rsid w:val="00F54866"/>
    <w:rsid w:val="00F56BC0"/>
    <w:rsid w:val="00F90190"/>
    <w:rsid w:val="00FA0C28"/>
    <w:rsid w:val="00FA1A80"/>
    <w:rsid w:val="00FA23F6"/>
    <w:rsid w:val="00FA335E"/>
    <w:rsid w:val="00FA4382"/>
    <w:rsid w:val="00FA57D5"/>
    <w:rsid w:val="00FA79B9"/>
    <w:rsid w:val="00FB09A6"/>
    <w:rsid w:val="00FB157D"/>
    <w:rsid w:val="00FB4183"/>
    <w:rsid w:val="00FB59FA"/>
    <w:rsid w:val="00FC6857"/>
    <w:rsid w:val="00FD501D"/>
    <w:rsid w:val="00FD53A1"/>
    <w:rsid w:val="00FE2B1E"/>
    <w:rsid w:val="00FF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54EF009-5422-4279-9379-EFCE29EA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0D9"/>
    <w:rPr>
      <w:rFonts w:ascii="Arial" w:hAnsi="Arial"/>
      <w:sz w:val="22"/>
      <w:lang w:val="nl-NL" w:eastAsia="nl-N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00D9"/>
    <w:pPr>
      <w:keepNext/>
      <w:spacing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00D9"/>
    <w:pPr>
      <w:keepNext/>
      <w:spacing w:after="6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600D9"/>
    <w:pPr>
      <w:keepNext/>
      <w:spacing w:after="60"/>
      <w:outlineLvl w:val="2"/>
    </w:pPr>
    <w:rPr>
      <w:i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600D9"/>
    <w:pPr>
      <w:keepNext/>
      <w:tabs>
        <w:tab w:val="left" w:pos="-1414"/>
        <w:tab w:val="left" w:pos="-848"/>
        <w:tab w:val="left" w:pos="-282"/>
        <w:tab w:val="left" w:pos="283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</w:tabs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600D9"/>
    <w:pPr>
      <w:keepNext/>
      <w:tabs>
        <w:tab w:val="left" w:pos="-1414"/>
        <w:tab w:val="left" w:pos="-848"/>
        <w:tab w:val="left" w:pos="-282"/>
        <w:tab w:val="left" w:pos="283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</w:tabs>
      <w:spacing w:after="58"/>
      <w:jc w:val="center"/>
      <w:outlineLvl w:val="4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757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757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7572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7572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7572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rsid w:val="003600D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375720"/>
    <w:rPr>
      <w:rFonts w:ascii="Arial" w:hAnsi="Arial"/>
      <w:szCs w:val="20"/>
    </w:rPr>
  </w:style>
  <w:style w:type="paragraph" w:styleId="Footer">
    <w:name w:val="footer"/>
    <w:basedOn w:val="Normal"/>
    <w:link w:val="FooterChar"/>
    <w:uiPriority w:val="99"/>
    <w:rsid w:val="003600D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75720"/>
    <w:rPr>
      <w:rFonts w:ascii="Arial" w:hAnsi="Arial"/>
      <w:szCs w:val="20"/>
    </w:rPr>
  </w:style>
  <w:style w:type="paragraph" w:customStyle="1" w:styleId="Leveringscondities">
    <w:name w:val="Leveringscondities"/>
    <w:basedOn w:val="Normal"/>
    <w:next w:val="Normal"/>
    <w:uiPriority w:val="99"/>
    <w:rsid w:val="003600D9"/>
    <w:rPr>
      <w:rFonts w:ascii="Verdana" w:hAnsi="Verdana"/>
      <w:sz w:val="10"/>
    </w:rPr>
  </w:style>
  <w:style w:type="paragraph" w:customStyle="1" w:styleId="Adresgegevens">
    <w:name w:val="Adresgegevens"/>
    <w:basedOn w:val="Normal"/>
    <w:uiPriority w:val="99"/>
    <w:rsid w:val="003600D9"/>
    <w:pPr>
      <w:spacing w:line="220" w:lineRule="atLeast"/>
    </w:pPr>
    <w:rPr>
      <w:rFonts w:ascii="Verdana" w:hAnsi="Verdana"/>
      <w:sz w:val="14"/>
    </w:rPr>
  </w:style>
  <w:style w:type="paragraph" w:customStyle="1" w:styleId="Afdelingsregel">
    <w:name w:val="Afdelingsregel"/>
    <w:basedOn w:val="Normal"/>
    <w:next w:val="Normal"/>
    <w:uiPriority w:val="99"/>
    <w:rsid w:val="003600D9"/>
    <w:rPr>
      <w:b/>
      <w:sz w:val="26"/>
    </w:rPr>
  </w:style>
  <w:style w:type="paragraph" w:customStyle="1" w:styleId="Formuliernaam">
    <w:name w:val="Formuliernaam"/>
    <w:basedOn w:val="Normal"/>
    <w:next w:val="Normal"/>
    <w:uiPriority w:val="99"/>
    <w:rsid w:val="003600D9"/>
    <w:rPr>
      <w:b/>
      <w:sz w:val="32"/>
    </w:rPr>
  </w:style>
  <w:style w:type="paragraph" w:customStyle="1" w:styleId="Referentieregel">
    <w:name w:val="Referentieregel"/>
    <w:basedOn w:val="Normal"/>
    <w:next w:val="Normal"/>
    <w:uiPriority w:val="99"/>
    <w:rsid w:val="003600D9"/>
    <w:rPr>
      <w:b/>
      <w:sz w:val="16"/>
    </w:rPr>
  </w:style>
  <w:style w:type="paragraph" w:styleId="TOC1">
    <w:name w:val="toc 1"/>
    <w:basedOn w:val="Normal"/>
    <w:next w:val="Normal"/>
    <w:autoRedefine/>
    <w:uiPriority w:val="99"/>
    <w:semiHidden/>
    <w:rsid w:val="003600D9"/>
    <w:rPr>
      <w:lang w:val="en-US"/>
    </w:rPr>
  </w:style>
  <w:style w:type="paragraph" w:styleId="TOC2">
    <w:name w:val="toc 2"/>
    <w:basedOn w:val="Normal"/>
    <w:next w:val="Normal"/>
    <w:autoRedefine/>
    <w:uiPriority w:val="99"/>
    <w:semiHidden/>
    <w:rsid w:val="003600D9"/>
    <w:pPr>
      <w:ind w:left="200"/>
    </w:pPr>
  </w:style>
  <w:style w:type="paragraph" w:styleId="TOC3">
    <w:name w:val="toc 3"/>
    <w:basedOn w:val="Normal"/>
    <w:next w:val="Normal"/>
    <w:autoRedefine/>
    <w:uiPriority w:val="99"/>
    <w:semiHidden/>
    <w:rsid w:val="003600D9"/>
    <w:pPr>
      <w:ind w:left="400"/>
    </w:pPr>
  </w:style>
  <w:style w:type="paragraph" w:styleId="TOC4">
    <w:name w:val="toc 4"/>
    <w:basedOn w:val="Normal"/>
    <w:next w:val="Normal"/>
    <w:autoRedefine/>
    <w:uiPriority w:val="99"/>
    <w:semiHidden/>
    <w:rsid w:val="003600D9"/>
    <w:pPr>
      <w:ind w:left="600"/>
    </w:pPr>
  </w:style>
  <w:style w:type="paragraph" w:customStyle="1" w:styleId="refregel">
    <w:name w:val="refregel"/>
    <w:basedOn w:val="Normal"/>
    <w:next w:val="Normal"/>
    <w:uiPriority w:val="99"/>
    <w:rsid w:val="003600D9"/>
    <w:rPr>
      <w:b/>
      <w:sz w:val="16"/>
    </w:rPr>
  </w:style>
  <w:style w:type="character" w:styleId="Hyperlink">
    <w:name w:val="Hyperlink"/>
    <w:uiPriority w:val="99"/>
    <w:rsid w:val="003600D9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rsid w:val="003600D9"/>
    <w:pPr>
      <w:tabs>
        <w:tab w:val="left" w:pos="-1414"/>
        <w:tab w:val="left" w:pos="-848"/>
        <w:tab w:val="left" w:pos="-282"/>
        <w:tab w:val="left" w:pos="284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</w:tabs>
    </w:pPr>
    <w:rPr>
      <w:b/>
      <w:u w:val="single"/>
      <w:lang w:val="en-US"/>
    </w:rPr>
  </w:style>
  <w:style w:type="character" w:customStyle="1" w:styleId="BodyTextChar">
    <w:name w:val="Body Text Char"/>
    <w:link w:val="BodyText"/>
    <w:uiPriority w:val="99"/>
    <w:semiHidden/>
    <w:rsid w:val="00375720"/>
    <w:rPr>
      <w:rFonts w:ascii="Arial" w:hAnsi="Arial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600D9"/>
    <w:pPr>
      <w:tabs>
        <w:tab w:val="left" w:pos="-1414"/>
        <w:tab w:val="left" w:pos="-848"/>
        <w:tab w:val="left" w:pos="-282"/>
        <w:tab w:val="left" w:pos="283"/>
        <w:tab w:val="left" w:pos="850"/>
        <w:tab w:val="left" w:pos="1416"/>
        <w:tab w:val="left" w:pos="1982"/>
        <w:tab w:val="left" w:pos="2548"/>
        <w:tab w:val="left" w:pos="3114"/>
        <w:tab w:val="left" w:pos="3680"/>
        <w:tab w:val="left" w:pos="4246"/>
        <w:tab w:val="left" w:pos="4812"/>
        <w:tab w:val="left" w:pos="5378"/>
        <w:tab w:val="left" w:pos="5944"/>
        <w:tab w:val="left" w:pos="6510"/>
        <w:tab w:val="left" w:pos="7076"/>
        <w:tab w:val="left" w:pos="7642"/>
        <w:tab w:val="left" w:pos="8208"/>
        <w:tab w:val="left" w:pos="8774"/>
      </w:tabs>
      <w:ind w:left="284" w:hanging="284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rsid w:val="00375720"/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60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75720"/>
    <w:rPr>
      <w:sz w:val="0"/>
      <w:szCs w:val="0"/>
    </w:rPr>
  </w:style>
  <w:style w:type="paragraph" w:styleId="PlainText">
    <w:name w:val="Plain Text"/>
    <w:basedOn w:val="Normal"/>
    <w:link w:val="PlainTextChar"/>
    <w:uiPriority w:val="99"/>
    <w:rsid w:val="001346B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lainTextChar">
    <w:name w:val="Plain Text Char"/>
    <w:link w:val="PlainText"/>
    <w:uiPriority w:val="99"/>
    <w:semiHidden/>
    <w:rsid w:val="00375720"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3600D9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link w:val="DocumentMap"/>
    <w:uiPriority w:val="99"/>
    <w:semiHidden/>
    <w:rsid w:val="00375720"/>
    <w:rPr>
      <w:sz w:val="0"/>
      <w:szCs w:val="0"/>
    </w:rPr>
  </w:style>
  <w:style w:type="paragraph" w:styleId="BodyText2">
    <w:name w:val="Body Text 2"/>
    <w:basedOn w:val="Normal"/>
    <w:link w:val="BodyText2Char"/>
    <w:uiPriority w:val="99"/>
    <w:rsid w:val="003600D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75720"/>
    <w:rPr>
      <w:rFonts w:ascii="Arial" w:hAnsi="Arial"/>
      <w:szCs w:val="20"/>
    </w:rPr>
  </w:style>
  <w:style w:type="paragraph" w:styleId="ListBullet">
    <w:name w:val="List Bullet"/>
    <w:basedOn w:val="Normal"/>
    <w:autoRedefine/>
    <w:uiPriority w:val="99"/>
    <w:rsid w:val="000C6B74"/>
    <w:pPr>
      <w:numPr>
        <w:numId w:val="1"/>
      </w:numPr>
      <w:tabs>
        <w:tab w:val="clear" w:pos="928"/>
        <w:tab w:val="num" w:pos="360"/>
      </w:tabs>
      <w:ind w:left="360"/>
    </w:pPr>
    <w:rPr>
      <w:rFonts w:cs="Arial"/>
      <w:szCs w:val="22"/>
      <w:lang w:val="en-GB"/>
    </w:rPr>
  </w:style>
  <w:style w:type="character" w:styleId="Emphasis">
    <w:name w:val="Emphasis"/>
    <w:uiPriority w:val="99"/>
    <w:qFormat/>
    <w:rsid w:val="001346B7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B00B81"/>
    <w:pPr>
      <w:ind w:left="720"/>
      <w:contextualSpacing/>
    </w:pPr>
  </w:style>
  <w:style w:type="character" w:customStyle="1" w:styleId="hps">
    <w:name w:val="hps"/>
    <w:uiPriority w:val="99"/>
    <w:rsid w:val="000600CD"/>
    <w:rPr>
      <w:rFonts w:cs="Times New Roman"/>
    </w:rPr>
  </w:style>
  <w:style w:type="character" w:styleId="Strong">
    <w:name w:val="Strong"/>
    <w:basedOn w:val="DefaultParagraphFont"/>
    <w:qFormat/>
    <w:locked/>
    <w:rsid w:val="004060C0"/>
    <w:rPr>
      <w:b/>
      <w:bCs/>
    </w:rPr>
  </w:style>
  <w:style w:type="paragraph" w:styleId="Subtitle">
    <w:name w:val="Subtitle"/>
    <w:basedOn w:val="Normal"/>
    <w:next w:val="Normal"/>
    <w:link w:val="SubtitleChar"/>
    <w:qFormat/>
    <w:locked/>
    <w:rsid w:val="004060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4060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nl-NL" w:eastAsia="nl-NL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10F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10F8B"/>
    <w:rPr>
      <w:rFonts w:ascii="Arial" w:hAnsi="Arial"/>
      <w:sz w:val="16"/>
      <w:szCs w:val="16"/>
      <w:lang w:val="nl-NL" w:eastAsia="nl-NL"/>
    </w:rPr>
  </w:style>
  <w:style w:type="table" w:styleId="TableGrid">
    <w:name w:val="Table Grid"/>
    <w:basedOn w:val="TableNormal"/>
    <w:uiPriority w:val="39"/>
    <w:rsid w:val="00564C0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44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8844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44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44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44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8844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44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44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pps\winword\wordsjablonen\F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Fax.dot</Template>
  <TotalTime>122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Aan</vt:lpstr>
      <vt:lpstr>Aan</vt:lpstr>
    </vt:vector>
  </TitlesOfParts>
  <Company>Econosto Nederland B.V.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</dc:title>
  <dc:creator>Gert van Meijeren</dc:creator>
  <cp:lastModifiedBy>Iliescu Tudor</cp:lastModifiedBy>
  <cp:revision>14</cp:revision>
  <cp:lastPrinted>2017-02-09T13:45:00Z</cp:lastPrinted>
  <dcterms:created xsi:type="dcterms:W3CDTF">2016-12-05T14:41:00Z</dcterms:created>
  <dcterms:modified xsi:type="dcterms:W3CDTF">2017-02-09T13:50:00Z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prAan">
    <vt:lpwstr>Vopak Terminal Europoort B.V.</vt:lpwstr>
  </property>
  <property fmtid="{D5CDD505-2E9C-101B-9397-08002B2CF9AE}" pid="3" name="dprTav">
    <vt:lpwstr>Dhr. C. Reinders</vt:lpwstr>
  </property>
  <property fmtid="{D5CDD505-2E9C-101B-9397-08002B2CF9AE}" pid="4" name="dprFaxnr">
    <vt:lpwstr>+31-181-240 216</vt:lpwstr>
  </property>
  <property fmtid="{D5CDD505-2E9C-101B-9397-08002B2CF9AE}" pid="5" name="dprVan">
    <vt:lpwstr>Gerhard Rijsdijk</vt:lpwstr>
  </property>
  <property fmtid="{D5CDD505-2E9C-101B-9397-08002B2CF9AE}" pid="6" name="dprOnderwerp">
    <vt:lpwstr>Proposal Alumnium Dome and Internal FLoating Roof for Vopak tank 302</vt:lpwstr>
  </property>
  <property fmtid="{D5CDD505-2E9C-101B-9397-08002B2CF9AE}" pid="7" name="dprUwref">
    <vt:lpwstr>Dome/VTE/JChB</vt:lpwstr>
  </property>
  <property fmtid="{D5CDD505-2E9C-101B-9397-08002B2CF9AE}" pid="8" name="dprOnzeref">
    <vt:lpwstr>GR/60379</vt:lpwstr>
  </property>
  <property fmtid="{D5CDD505-2E9C-101B-9397-08002B2CF9AE}" pid="9" name="dprTelefoon">
    <vt:lpwstr>+31 (0)10 284 18 44</vt:lpwstr>
  </property>
  <property fmtid="{D5CDD505-2E9C-101B-9397-08002B2CF9AE}" pid="10" name="dprTelefax">
    <vt:lpwstr>+31 (0)10 284 18 95</vt:lpwstr>
  </property>
  <property fmtid="{D5CDD505-2E9C-101B-9397-08002B2CF9AE}" pid="11" name="dprDatum">
    <vt:lpwstr>03.01.2002</vt:lpwstr>
  </property>
  <property fmtid="{D5CDD505-2E9C-101B-9397-08002B2CF9AE}" pid="12" name="dprbg">
    <vt:lpwstr>  </vt:lpwstr>
  </property>
  <property fmtid="{D5CDD505-2E9C-101B-9397-08002B2CF9AE}" pid="13" name="dprDocument">
    <vt:lpwstr>Fax</vt:lpwstr>
  </property>
  <property fmtid="{D5CDD505-2E9C-101B-9397-08002B2CF9AE}" pid="14" name="dprStatus">
    <vt:bool>true</vt:bool>
  </property>
  <property fmtid="{D5CDD505-2E9C-101B-9397-08002B2CF9AE}" pid="15" name="dprTaal">
    <vt:lpwstr>UK</vt:lpwstr>
  </property>
</Properties>
</file>